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750A30" w:rsidRPr="007C4074" w:rsidTr="00073FC4">
        <w:trPr>
          <w:trHeight w:val="312"/>
        </w:trPr>
        <w:tc>
          <w:tcPr>
            <w:tcW w:w="5245" w:type="dxa"/>
            <w:tcBorders>
              <w:bottom w:val="single" w:sz="4" w:space="0" w:color="FFFFFF"/>
            </w:tcBorders>
            <w:vAlign w:val="center"/>
          </w:tcPr>
          <w:p w:rsidR="00750A30" w:rsidRPr="007C4074" w:rsidRDefault="00750A30" w:rsidP="007D15B7">
            <w:pPr>
              <w:pStyle w:val="30"/>
              <w:spacing w:after="0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  <w:p w:rsidR="007D15B7" w:rsidRPr="007C4074" w:rsidRDefault="007D15B7" w:rsidP="007D15B7">
            <w:pPr>
              <w:pStyle w:val="30"/>
              <w:spacing w:after="0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7C4074" w:rsidTr="00073FC4">
        <w:trPr>
          <w:trHeight w:val="1605"/>
        </w:trPr>
        <w:tc>
          <w:tcPr>
            <w:tcW w:w="5245" w:type="dxa"/>
            <w:tcBorders>
              <w:top w:val="single" w:sz="4" w:space="0" w:color="FFFFFF"/>
            </w:tcBorders>
            <w:vAlign w:val="center"/>
          </w:tcPr>
          <w:p w:rsidR="00750A30" w:rsidRPr="007C4074" w:rsidRDefault="00750A30" w:rsidP="007D15B7">
            <w:pPr>
              <w:pStyle w:val="30"/>
              <w:spacing w:after="0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7C4074" w:rsidRDefault="00750A30" w:rsidP="00017788">
            <w:pPr>
              <w:pStyle w:val="30"/>
              <w:spacing w:after="0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  <w:r w:rsidR="003E543A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Ульяновской </w:t>
            </w:r>
            <w:r w:rsidR="003E543A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области на 20</w:t>
            </w:r>
            <w:r w:rsidR="00017788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20</w:t>
            </w: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</w:t>
            </w:r>
            <w:r w:rsidR="00EF34C1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на плановый </w:t>
            </w:r>
            <w:r w:rsidR="003E543A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="00EF34C1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период 20</w:t>
            </w:r>
            <w:r w:rsidR="000E77D6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017788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1</w:t>
            </w:r>
            <w:r w:rsidR="00EF34C1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202</w:t>
            </w:r>
            <w:r w:rsidR="00017788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EF34C1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годов</w:t>
            </w:r>
            <w:r w:rsidR="003038EB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»</w:t>
            </w: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="00941462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</w:p>
        </w:tc>
      </w:tr>
      <w:tr w:rsidR="00750A30" w:rsidRPr="007C4074" w:rsidTr="00073FC4">
        <w:tc>
          <w:tcPr>
            <w:tcW w:w="5245" w:type="dxa"/>
          </w:tcPr>
          <w:p w:rsidR="00750A30" w:rsidRPr="007C4074" w:rsidRDefault="00750A30" w:rsidP="00397343">
            <w:pPr>
              <w:pStyle w:val="30"/>
              <w:spacing w:after="0" w:line="264" w:lineRule="auto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Pr="007C4074" w:rsidRDefault="00750A30" w:rsidP="00397343">
      <w:pPr>
        <w:spacing w:line="360" w:lineRule="auto"/>
        <w:rPr>
          <w:rFonts w:ascii="PT Astra Serif" w:hAnsi="PT Astra Serif"/>
          <w:sz w:val="28"/>
          <w:szCs w:val="28"/>
        </w:rPr>
      </w:pPr>
    </w:p>
    <w:p w:rsidR="00750A30" w:rsidRPr="007C4074" w:rsidRDefault="00750A30" w:rsidP="00397343">
      <w:pPr>
        <w:pStyle w:val="4"/>
        <w:spacing w:line="264" w:lineRule="auto"/>
        <w:jc w:val="center"/>
        <w:rPr>
          <w:rFonts w:ascii="PT Astra Serif" w:hAnsi="PT Astra Serif"/>
          <w:szCs w:val="28"/>
        </w:rPr>
      </w:pPr>
      <w:r w:rsidRPr="007C4074">
        <w:rPr>
          <w:rFonts w:ascii="PT Astra Serif" w:hAnsi="PT Astra Serif"/>
          <w:szCs w:val="28"/>
        </w:rPr>
        <w:t>Нормативы распределения доходов между областным бюджетом</w:t>
      </w:r>
    </w:p>
    <w:p w:rsidR="00750A30" w:rsidRPr="007C4074" w:rsidRDefault="00750A30" w:rsidP="007F20B4">
      <w:pPr>
        <w:spacing w:line="264" w:lineRule="auto"/>
        <w:jc w:val="center"/>
        <w:rPr>
          <w:rFonts w:ascii="PT Astra Serif" w:hAnsi="PT Astra Serif"/>
          <w:b/>
          <w:sz w:val="28"/>
          <w:szCs w:val="28"/>
        </w:rPr>
      </w:pPr>
      <w:r w:rsidRPr="007C4074">
        <w:rPr>
          <w:rFonts w:ascii="PT Astra Serif" w:hAnsi="PT Astra Serif"/>
          <w:b/>
          <w:spacing w:val="-4"/>
          <w:sz w:val="28"/>
          <w:szCs w:val="28"/>
        </w:rPr>
        <w:t xml:space="preserve">Ульяновской области и местными бюджетами </w:t>
      </w:r>
      <w:r w:rsidR="0077593D" w:rsidRPr="007C4074">
        <w:rPr>
          <w:rFonts w:ascii="PT Astra Serif" w:hAnsi="PT Astra Serif"/>
          <w:b/>
          <w:spacing w:val="-4"/>
          <w:sz w:val="28"/>
          <w:szCs w:val="28"/>
        </w:rPr>
        <w:t>муниципальных образований</w:t>
      </w:r>
      <w:r w:rsidR="0077593D" w:rsidRPr="007C4074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7C4074">
        <w:rPr>
          <w:rFonts w:ascii="PT Astra Serif" w:hAnsi="PT Astra Serif"/>
          <w:b/>
          <w:sz w:val="28"/>
          <w:szCs w:val="28"/>
        </w:rPr>
        <w:t>на 20</w:t>
      </w:r>
      <w:r w:rsidR="00017788" w:rsidRPr="007C4074">
        <w:rPr>
          <w:rFonts w:ascii="PT Astra Serif" w:hAnsi="PT Astra Serif"/>
          <w:b/>
          <w:sz w:val="28"/>
          <w:szCs w:val="28"/>
        </w:rPr>
        <w:t>20</w:t>
      </w:r>
      <w:r w:rsidRPr="007C4074">
        <w:rPr>
          <w:rFonts w:ascii="PT Astra Serif" w:hAnsi="PT Astra Serif"/>
          <w:b/>
          <w:sz w:val="28"/>
          <w:szCs w:val="28"/>
        </w:rPr>
        <w:t xml:space="preserve"> год </w:t>
      </w:r>
      <w:r w:rsidR="00392890" w:rsidRPr="007C4074">
        <w:rPr>
          <w:rFonts w:ascii="PT Astra Serif" w:hAnsi="PT Astra Serif"/>
          <w:b/>
          <w:sz w:val="28"/>
          <w:szCs w:val="28"/>
        </w:rPr>
        <w:t>и на плановый период 20</w:t>
      </w:r>
      <w:r w:rsidR="000E77D6" w:rsidRPr="007C4074">
        <w:rPr>
          <w:rFonts w:ascii="PT Astra Serif" w:hAnsi="PT Astra Serif"/>
          <w:b/>
          <w:sz w:val="28"/>
          <w:szCs w:val="28"/>
        </w:rPr>
        <w:t>2</w:t>
      </w:r>
      <w:r w:rsidR="00017788" w:rsidRPr="007C4074">
        <w:rPr>
          <w:rFonts w:ascii="PT Astra Serif" w:hAnsi="PT Astra Serif"/>
          <w:b/>
          <w:sz w:val="28"/>
          <w:szCs w:val="28"/>
        </w:rPr>
        <w:t>1</w:t>
      </w:r>
      <w:r w:rsidR="00392890" w:rsidRPr="007C4074">
        <w:rPr>
          <w:rFonts w:ascii="PT Astra Serif" w:hAnsi="PT Astra Serif"/>
          <w:b/>
          <w:sz w:val="28"/>
          <w:szCs w:val="28"/>
        </w:rPr>
        <w:t xml:space="preserve"> и 202</w:t>
      </w:r>
      <w:r w:rsidR="00017788" w:rsidRPr="007C4074">
        <w:rPr>
          <w:rFonts w:ascii="PT Astra Serif" w:hAnsi="PT Astra Serif"/>
          <w:b/>
          <w:sz w:val="28"/>
          <w:szCs w:val="28"/>
        </w:rPr>
        <w:t xml:space="preserve">2 </w:t>
      </w:r>
      <w:r w:rsidR="00392890" w:rsidRPr="007C4074">
        <w:rPr>
          <w:rFonts w:ascii="PT Astra Serif" w:hAnsi="PT Astra Serif"/>
          <w:b/>
          <w:sz w:val="28"/>
          <w:szCs w:val="28"/>
        </w:rPr>
        <w:t>годов</w:t>
      </w:r>
    </w:p>
    <w:p w:rsidR="00EB5A8C" w:rsidRPr="007C4074" w:rsidRDefault="00EB5A8C" w:rsidP="007F20B4">
      <w:pPr>
        <w:spacing w:line="264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50A30" w:rsidRPr="007C4074" w:rsidRDefault="00750A30" w:rsidP="005B2CCD">
      <w:pPr>
        <w:ind w:left="8080"/>
        <w:jc w:val="center"/>
        <w:rPr>
          <w:rFonts w:ascii="PT Astra Serif" w:hAnsi="PT Astra Serif"/>
          <w:sz w:val="28"/>
          <w:szCs w:val="28"/>
        </w:rPr>
      </w:pPr>
      <w:r w:rsidRPr="007C4074">
        <w:rPr>
          <w:rFonts w:ascii="PT Astra Serif" w:hAnsi="PT Astra Serif"/>
          <w:sz w:val="28"/>
          <w:szCs w:val="28"/>
        </w:rPr>
        <w:t>процентов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7C4074" w:rsidTr="0094225B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C4074" w:rsidRDefault="00750A30" w:rsidP="00E249F3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Областной бюджет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Местные бюджеты</w:t>
            </w:r>
          </w:p>
        </w:tc>
      </w:tr>
      <w:tr w:rsidR="00750A30" w:rsidRPr="007C4074" w:rsidTr="00D2479B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7C4074" w:rsidRDefault="00941462" w:rsidP="0093615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 xml:space="preserve">ских </w:t>
            </w:r>
            <w:r w:rsidR="00B967D4" w:rsidRPr="007C4074">
              <w:rPr>
                <w:rFonts w:ascii="PT Astra Serif" w:hAnsi="PT Astra Serif"/>
                <w:sz w:val="28"/>
                <w:szCs w:val="28"/>
              </w:rPr>
              <w:br/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7C4074" w:rsidRDefault="00941462" w:rsidP="0093615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 xml:space="preserve">юджеты </w:t>
            </w:r>
            <w:proofErr w:type="spellStart"/>
            <w:proofErr w:type="gramStart"/>
            <w:r w:rsidR="00750A30" w:rsidRPr="007C4074">
              <w:rPr>
                <w:rFonts w:ascii="PT Astra Serif" w:hAnsi="PT Astra Serif"/>
                <w:sz w:val="28"/>
                <w:szCs w:val="28"/>
              </w:rPr>
              <w:t>муници-пальных</w:t>
            </w:r>
            <w:proofErr w:type="spellEnd"/>
            <w:proofErr w:type="gramEnd"/>
            <w:r w:rsidR="00750A30" w:rsidRPr="007C4074">
              <w:rPr>
                <w:rFonts w:ascii="PT Astra Serif" w:hAnsi="PT Astra Serif"/>
                <w:sz w:val="28"/>
                <w:szCs w:val="28"/>
              </w:rPr>
              <w:t xml:space="preserve">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50A30" w:rsidRPr="007C4074" w:rsidRDefault="00B967D4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="00941462"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ких и сельских посел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е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</w:tr>
    </w:tbl>
    <w:p w:rsidR="00750A30" w:rsidRPr="007C4074" w:rsidRDefault="00750A30" w:rsidP="003F53E9">
      <w:pPr>
        <w:rPr>
          <w:rFonts w:ascii="PT Astra Serif" w:hAnsi="PT Astra Serif"/>
          <w:sz w:val="2"/>
          <w:szCs w:val="2"/>
          <w:vertAlign w:val="superscript"/>
        </w:rPr>
      </w:pPr>
    </w:p>
    <w:tbl>
      <w:tblPr>
        <w:tblW w:w="9639" w:type="dxa"/>
        <w:tblInd w:w="28" w:type="dxa"/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7C4074" w:rsidTr="00A920C9">
        <w:trPr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750A30" w:rsidRPr="007C4074" w:rsidTr="00A920C9">
        <w:trPr>
          <w:trHeight w:val="20"/>
        </w:trPr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965185" w:rsidRPr="007C4074" w:rsidRDefault="0096518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65185" w:rsidRPr="007C4074" w:rsidRDefault="0096518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65185" w:rsidRPr="007C4074" w:rsidRDefault="0096518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65185" w:rsidRPr="007C4074" w:rsidRDefault="0096518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тельщиков, выбравших  в качестве объекта налогообложения доходы, уменьшенные на величину расх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дов (за налоговые периоды, исте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Единый налог на вменённый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60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5B2CCD" w:rsidRPr="007C4074" w:rsidRDefault="00750A30" w:rsidP="003F53E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z w:val="28"/>
                <w:szCs w:val="28"/>
              </w:rPr>
              <w:t xml:space="preserve">В части погашения задолженности и перерасчётов по </w:t>
            </w:r>
            <w:proofErr w:type="gramStart"/>
            <w:r w:rsidRPr="007C4074">
              <w:rPr>
                <w:rFonts w:ascii="PT Astra Serif" w:hAnsi="PT Astra Serif"/>
                <w:b/>
                <w:sz w:val="28"/>
                <w:szCs w:val="28"/>
              </w:rPr>
              <w:t>отменённым</w:t>
            </w:r>
            <w:proofErr w:type="gramEnd"/>
          </w:p>
          <w:p w:rsidR="00750A30" w:rsidRPr="007C4074" w:rsidRDefault="00750A30" w:rsidP="004954F8">
            <w:pPr>
              <w:ind w:firstLine="3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z w:val="28"/>
                <w:szCs w:val="28"/>
              </w:rPr>
              <w:t xml:space="preserve"> налогам, сборам и иным обязательным платежам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 xml:space="preserve">Налог на прибыль организаций, </w:t>
            </w: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зачислявшийся до 1 января 2005 года в местные бюджеты, мобил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зуемый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DA7598" w:rsidRPr="007C4074" w:rsidRDefault="00DA7598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A7598" w:rsidRPr="007C4074" w:rsidRDefault="00DA7598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A7598" w:rsidRPr="007C4074" w:rsidRDefault="00DA7598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A7598" w:rsidRPr="007C4074" w:rsidRDefault="00DA7598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Налог на прибыль организаций, зачислявшийся до 1 января 2005 года в местные бюджеты, мобил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зуемый на территориях муниц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Платежи за добычу углеводоро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ного сырья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Платежи за добычу других поле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з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ных ископаемых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25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7C4074">
              <w:rPr>
                <w:rFonts w:ascii="PT Astra Serif" w:hAnsi="PT Astra Serif"/>
                <w:spacing w:val="-6"/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на покупку иностранных денежных знаков и платёжных 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кументов, выраженных в ин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странной валюте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налоги и сборы (по отм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нённым налогам и сборам субъе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с продаж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40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60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60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ческих лиц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65185" w:rsidRPr="007C4074" w:rsidRDefault="0096518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65185" w:rsidRPr="007C4074" w:rsidRDefault="0096518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65185" w:rsidRPr="007C4074" w:rsidRDefault="0096518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го самоуправления муниципал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ных районов лицензий на розни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ч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ную продажу алкогольной проду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ции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Налог на рекламу, мобилизуемый 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15D9B" w:rsidRPr="007C4074" w:rsidRDefault="00515D9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952E93" w:rsidRPr="007C4074" w:rsidTr="00A920C9">
        <w:trPr>
          <w:trHeight w:val="20"/>
        </w:trPr>
        <w:tc>
          <w:tcPr>
            <w:tcW w:w="4395" w:type="dxa"/>
          </w:tcPr>
          <w:p w:rsidR="00952E93" w:rsidRPr="007C4074" w:rsidRDefault="00952E93" w:rsidP="00952E9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на рекламу, мобилизуемый  на территориях муниципальных районов</w:t>
            </w:r>
          </w:p>
        </w:tc>
        <w:tc>
          <w:tcPr>
            <w:tcW w:w="1417" w:type="dxa"/>
            <w:vAlign w:val="bottom"/>
          </w:tcPr>
          <w:p w:rsidR="00952E93" w:rsidRPr="007C4074" w:rsidRDefault="00952E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Pr="007C4074" w:rsidRDefault="00952E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52E93" w:rsidRPr="007C4074" w:rsidRDefault="00952E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Pr="007C4074" w:rsidRDefault="00952E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952E93" w:rsidRPr="007C4074" w:rsidRDefault="00952E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952E93" w:rsidRPr="007C4074" w:rsidTr="00A920C9">
        <w:trPr>
          <w:trHeight w:val="20"/>
        </w:trPr>
        <w:tc>
          <w:tcPr>
            <w:tcW w:w="4395" w:type="dxa"/>
          </w:tcPr>
          <w:p w:rsidR="00952E93" w:rsidRPr="007C4074" w:rsidRDefault="00952E93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лизуемые на территориях горо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</w:tcPr>
          <w:p w:rsidR="00952E93" w:rsidRPr="007C4074" w:rsidRDefault="00952E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Pr="007C4074" w:rsidRDefault="00952E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952E93" w:rsidRPr="007C4074" w:rsidRDefault="00952E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52E93" w:rsidRPr="007C4074" w:rsidRDefault="00952E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021C13" w:rsidRPr="007C4074" w:rsidTr="00A920C9">
        <w:trPr>
          <w:trHeight w:val="20"/>
        </w:trPr>
        <w:tc>
          <w:tcPr>
            <w:tcW w:w="4395" w:type="dxa"/>
          </w:tcPr>
          <w:p w:rsidR="00021C13" w:rsidRPr="007C4074" w:rsidRDefault="00021C13" w:rsidP="00021C1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лизуемые на территориях муниц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021C13" w:rsidRPr="007C4074" w:rsidRDefault="00021C1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C4074" w:rsidRDefault="00021C1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C4074" w:rsidRDefault="00021C1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021C13" w:rsidRPr="007C4074" w:rsidRDefault="00021C1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021C13" w:rsidRPr="007C4074" w:rsidTr="00A920C9">
        <w:trPr>
          <w:trHeight w:val="20"/>
        </w:trPr>
        <w:tc>
          <w:tcPr>
            <w:tcW w:w="4395" w:type="dxa"/>
          </w:tcPr>
          <w:p w:rsidR="00021C13" w:rsidRPr="007C4074" w:rsidRDefault="00021C13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билизуемый на территориях горо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</w:tcPr>
          <w:p w:rsidR="00021C13" w:rsidRPr="007C4074" w:rsidRDefault="00021C1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C4074" w:rsidRDefault="00021C1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021C13" w:rsidRPr="007C4074" w:rsidRDefault="00021C1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021C13" w:rsidRPr="007C4074" w:rsidRDefault="00021C1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17449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билизуемый на территориях мун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DD361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pStyle w:val="ConsPlusNonformat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Налоги, взимаемые в виде стоим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жения  (за налоговые периоды, и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iCs/>
                <w:sz w:val="28"/>
                <w:szCs w:val="28"/>
              </w:rPr>
              <w:t>В части доходов от использования имущества, находящегося</w:t>
            </w: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iCs/>
                <w:sz w:val="28"/>
                <w:szCs w:val="28"/>
              </w:rPr>
              <w:t>в государственной собственности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pStyle w:val="23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 xml:space="preserve">Доходы от размещения временно </w:t>
            </w: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свободных средств бюджетов 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BC264A">
            <w:pPr>
              <w:pStyle w:val="23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Доходы от размещения временно свободных средств бюджетов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pStyle w:val="aa"/>
              <w:rPr>
                <w:rFonts w:ascii="PT Astra Serif" w:hAnsi="PT Astra Serif"/>
                <w:bCs/>
                <w:iCs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Cs w:val="28"/>
              </w:rPr>
              <w:t>Проценты, полученные от пред</w:t>
            </w:r>
            <w:r w:rsidRPr="007C4074">
              <w:rPr>
                <w:rFonts w:ascii="PT Astra Serif" w:hAnsi="PT Astra Serif"/>
                <w:bCs/>
                <w:iCs/>
                <w:szCs w:val="28"/>
              </w:rPr>
              <w:t>о</w:t>
            </w:r>
            <w:r w:rsidRPr="007C4074">
              <w:rPr>
                <w:rFonts w:ascii="PT Astra Serif" w:hAnsi="PT Astra Serif"/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A065C7">
            <w:pPr>
              <w:pStyle w:val="ConsPlusCell"/>
              <w:jc w:val="both"/>
              <w:rPr>
                <w:rFonts w:ascii="PT Astra Serif" w:hAnsi="PT Astra Serif"/>
                <w:snapToGrid w:val="0"/>
              </w:rPr>
            </w:pPr>
            <w:proofErr w:type="gramStart"/>
            <w:r w:rsidRPr="007C4074">
              <w:rPr>
                <w:rFonts w:ascii="PT Astra Serif" w:hAnsi="PT Astra Serif"/>
              </w:rPr>
              <w:t>Доходы, получаемые в виде арен</w:t>
            </w:r>
            <w:r w:rsidRPr="007C4074">
              <w:rPr>
                <w:rFonts w:ascii="PT Astra Serif" w:hAnsi="PT Astra Serif"/>
              </w:rPr>
              <w:t>д</w:t>
            </w:r>
            <w:r w:rsidRPr="007C4074">
              <w:rPr>
                <w:rFonts w:ascii="PT Astra Serif" w:hAnsi="PT Astra Serif"/>
              </w:rPr>
              <w:t xml:space="preserve">ной платы за земельные участки, которые расположены в границах городских округов, </w:t>
            </w:r>
            <w:r w:rsidRPr="007C4074">
              <w:rPr>
                <w:rFonts w:ascii="PT Astra Serif" w:hAnsi="PT Astra Serif"/>
                <w:spacing w:val="-10"/>
              </w:rPr>
              <w:t>находя</w:t>
            </w:r>
            <w:r w:rsidRPr="007C4074">
              <w:rPr>
                <w:rFonts w:ascii="PT Astra Serif" w:hAnsi="PT Astra Serif"/>
                <w:spacing w:val="-10"/>
              </w:rPr>
              <w:t>т</w:t>
            </w:r>
            <w:r w:rsidRPr="007C4074">
              <w:rPr>
                <w:rFonts w:ascii="PT Astra Serif" w:hAnsi="PT Astra Serif"/>
                <w:spacing w:val="-10"/>
              </w:rPr>
              <w:t xml:space="preserve">ся в федеральной </w:t>
            </w:r>
            <w:r w:rsidRPr="007C4074">
              <w:rPr>
                <w:rFonts w:ascii="PT Astra Serif" w:hAnsi="PT Astra Serif"/>
                <w:spacing w:val="-12"/>
              </w:rPr>
              <w:t>собственно</w:t>
            </w:r>
            <w:r w:rsidRPr="007C4074">
              <w:rPr>
                <w:rFonts w:ascii="PT Astra Serif" w:hAnsi="PT Astra Serif"/>
              </w:rPr>
              <w:t>сти и осуществление полномочий по управлению и распоряжению к</w:t>
            </w:r>
            <w:r w:rsidRPr="007C4074">
              <w:rPr>
                <w:rFonts w:ascii="PT Astra Serif" w:hAnsi="PT Astra Serif"/>
              </w:rPr>
              <w:t>о</w:t>
            </w:r>
            <w:r w:rsidRPr="007C4074">
              <w:rPr>
                <w:rFonts w:ascii="PT Astra Serif" w:hAnsi="PT Astra Serif"/>
              </w:rPr>
              <w:t>торыми передано органам госуда</w:t>
            </w:r>
            <w:r w:rsidRPr="007C4074">
              <w:rPr>
                <w:rFonts w:ascii="PT Astra Serif" w:hAnsi="PT Astra Serif"/>
              </w:rPr>
              <w:t>р</w:t>
            </w:r>
            <w:r w:rsidRPr="007C4074">
              <w:rPr>
                <w:rFonts w:ascii="PT Astra Serif" w:hAnsi="PT Astra Serif"/>
              </w:rPr>
              <w:t>ственной власти субъектов Ро</w:t>
            </w:r>
            <w:r w:rsidRPr="007C4074">
              <w:rPr>
                <w:rFonts w:ascii="PT Astra Serif" w:hAnsi="PT Astra Serif"/>
              </w:rPr>
              <w:t>с</w:t>
            </w:r>
            <w:r w:rsidRPr="007C4074">
              <w:rPr>
                <w:rFonts w:ascii="PT Astra Serif" w:hAnsi="PT Astra Serif"/>
              </w:rPr>
              <w:t>сийской Федерации, а также сре</w:t>
            </w:r>
            <w:r w:rsidRPr="007C4074">
              <w:rPr>
                <w:rFonts w:ascii="PT Astra Serif" w:hAnsi="PT Astra Serif"/>
              </w:rPr>
              <w:t>д</w:t>
            </w:r>
            <w:r w:rsidRPr="007C4074">
              <w:rPr>
                <w:rFonts w:ascii="PT Astra Serif" w:hAnsi="PT Astra Serif"/>
              </w:rPr>
              <w:t>ства от продажи права на заключ</w:t>
            </w:r>
            <w:r w:rsidRPr="007C4074">
              <w:rPr>
                <w:rFonts w:ascii="PT Astra Serif" w:hAnsi="PT Astra Serif"/>
              </w:rPr>
              <w:t>е</w:t>
            </w:r>
            <w:r w:rsidRPr="007C4074">
              <w:rPr>
                <w:rFonts w:ascii="PT Astra Serif" w:hAnsi="PT Astra Serif"/>
              </w:rPr>
              <w:t>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pStyle w:val="ConsPlusCell"/>
              <w:jc w:val="both"/>
              <w:rPr>
                <w:rFonts w:ascii="PT Astra Serif" w:hAnsi="PT Astra Serif"/>
                <w:snapToGrid w:val="0"/>
              </w:rPr>
            </w:pPr>
            <w:proofErr w:type="gramStart"/>
            <w:r w:rsidRPr="007C4074">
              <w:rPr>
                <w:rFonts w:ascii="PT Astra Serif" w:hAnsi="PT Astra Serif"/>
              </w:rPr>
              <w:t>Доходы, получаемые в виде арен</w:t>
            </w:r>
            <w:r w:rsidRPr="007C4074">
              <w:rPr>
                <w:rFonts w:ascii="PT Astra Serif" w:hAnsi="PT Astra Serif"/>
              </w:rPr>
              <w:t>д</w:t>
            </w:r>
            <w:r w:rsidRPr="007C4074">
              <w:rPr>
                <w:rFonts w:ascii="PT Astra Serif" w:hAnsi="PT Astra Serif"/>
              </w:rPr>
              <w:t>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</w:t>
            </w:r>
            <w:r w:rsidRPr="007C4074">
              <w:rPr>
                <w:rFonts w:ascii="PT Astra Serif" w:hAnsi="PT Astra Serif"/>
              </w:rPr>
              <w:t>о</w:t>
            </w:r>
            <w:r w:rsidRPr="007C4074">
              <w:rPr>
                <w:rFonts w:ascii="PT Astra Serif" w:hAnsi="PT Astra Serif"/>
              </w:rPr>
              <w:t>торыми передано органам госуда</w:t>
            </w:r>
            <w:r w:rsidRPr="007C4074">
              <w:rPr>
                <w:rFonts w:ascii="PT Astra Serif" w:hAnsi="PT Astra Serif"/>
              </w:rPr>
              <w:t>р</w:t>
            </w:r>
            <w:r w:rsidRPr="007C4074">
              <w:rPr>
                <w:rFonts w:ascii="PT Astra Serif" w:hAnsi="PT Astra Serif"/>
              </w:rPr>
              <w:t>ственной власти субъектов Ро</w:t>
            </w:r>
            <w:r w:rsidRPr="007C4074">
              <w:rPr>
                <w:rFonts w:ascii="PT Astra Serif" w:hAnsi="PT Astra Serif"/>
              </w:rPr>
              <w:t>с</w:t>
            </w:r>
            <w:r w:rsidRPr="007C4074">
              <w:rPr>
                <w:rFonts w:ascii="PT Astra Serif" w:hAnsi="PT Astra Serif"/>
              </w:rPr>
              <w:t>сийской Федерации, а также сре</w:t>
            </w:r>
            <w:r w:rsidRPr="007C4074">
              <w:rPr>
                <w:rFonts w:ascii="PT Astra Serif" w:hAnsi="PT Astra Serif"/>
              </w:rPr>
              <w:t>д</w:t>
            </w:r>
            <w:r w:rsidRPr="007C4074">
              <w:rPr>
                <w:rFonts w:ascii="PT Astra Serif" w:hAnsi="PT Astra Serif"/>
              </w:rPr>
              <w:t>ства от продажи права на заключ</w:t>
            </w:r>
            <w:r w:rsidRPr="007C4074">
              <w:rPr>
                <w:rFonts w:ascii="PT Astra Serif" w:hAnsi="PT Astra Serif"/>
              </w:rPr>
              <w:t>е</w:t>
            </w:r>
            <w:r w:rsidRPr="007C4074">
              <w:rPr>
                <w:rFonts w:ascii="PT Astra Serif" w:hAnsi="PT Astra Serif"/>
              </w:rPr>
              <w:t>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AF691F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proofErr w:type="gramStart"/>
            <w:r w:rsidRPr="007C4074">
              <w:rPr>
                <w:rFonts w:ascii="PT Astra Serif" w:hAnsi="PT Astra Serif"/>
                <w:sz w:val="28"/>
                <w:szCs w:val="28"/>
              </w:rPr>
              <w:t>Доходы, получаемые в виде арен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торыми передано органам госуда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</w:t>
            </w: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ственной власти субъектов 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сийской Федерации, а также сре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ства от продажи права на заключ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5B2CCD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lastRenderedPageBreak/>
              <w:t>Доходы от распоряжения правами на результаты интеллектуальной деятельности военного, специал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ного и двойного назначения, нах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дящимися в собственности субъе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E249F3">
            <w:pPr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 xml:space="preserve">Доходы от распоряжения правами на результаты </w:t>
            </w:r>
            <w:proofErr w:type="gramStart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научно-</w:t>
            </w:r>
            <w:proofErr w:type="spellStart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техниче</w:t>
            </w:r>
            <w:proofErr w:type="spellEnd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-</w:t>
            </w:r>
            <w:proofErr w:type="spellStart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ской</w:t>
            </w:r>
            <w:proofErr w:type="spellEnd"/>
            <w:proofErr w:type="gramEnd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 xml:space="preserve"> деятельности, находящимися в собственности субъектов Ро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Доходы от эксплуатации и испол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 xml:space="preserve">зования </w:t>
            </w:r>
            <w:proofErr w:type="gramStart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имущества</w:t>
            </w:r>
            <w:proofErr w:type="gramEnd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 xml:space="preserve"> автомобил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ных дорог, находящихся в со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б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ственности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Прочие поступления от использ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й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ской Федерации (за исключением имущества бюджетных и автоно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м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ных учреждений субъектов Ро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Федерации, а также им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щества государственных унита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р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ных предприятий субъектов Ро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Федерации, в том числе казённых)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z w:val="28"/>
                <w:szCs w:val="28"/>
              </w:rPr>
              <w:t xml:space="preserve">В части доходов от оказания платных услуг (работ) </w:t>
            </w:r>
            <w:r w:rsidRPr="007C4074">
              <w:rPr>
                <w:rFonts w:ascii="PT Astra Serif" w:hAnsi="PT Astra Serif"/>
                <w:b/>
                <w:sz w:val="28"/>
                <w:szCs w:val="28"/>
              </w:rPr>
              <w:br/>
              <w:t>и компенсации затрат государства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A508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субъектов 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ных услуг  (работ) получателями средств бюджетов городских окр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73072A">
        <w:trPr>
          <w:trHeight w:val="20"/>
        </w:trPr>
        <w:tc>
          <w:tcPr>
            <w:tcW w:w="4395" w:type="dxa"/>
          </w:tcPr>
          <w:p w:rsidR="00174493" w:rsidRPr="007C4074" w:rsidRDefault="00174493" w:rsidP="00A508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</w:t>
            </w:r>
            <w:r w:rsidRPr="007C4074">
              <w:rPr>
                <w:rFonts w:ascii="PT Astra Serif" w:hAnsi="PT Astra Serif"/>
                <w:sz w:val="28"/>
                <w:szCs w:val="28"/>
              </w:rPr>
              <w:t xml:space="preserve">ных услуг (работ) получателями </w:t>
            </w: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средств бюджетов муниципальных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73072A">
        <w:trPr>
          <w:trHeight w:val="20"/>
        </w:trPr>
        <w:tc>
          <w:tcPr>
            <w:tcW w:w="4395" w:type="dxa"/>
          </w:tcPr>
          <w:p w:rsidR="00174493" w:rsidRPr="007C4074" w:rsidRDefault="00174493" w:rsidP="003F53E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Доходы, поступающие в порядке возмещения расходов, понесённых в связи с эксплуатацией имущества городских округов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73072A">
        <w:trPr>
          <w:trHeight w:val="20"/>
        </w:trPr>
        <w:tc>
          <w:tcPr>
            <w:tcW w:w="4395" w:type="dxa"/>
          </w:tcPr>
          <w:p w:rsidR="00174493" w:rsidRPr="007C4074" w:rsidRDefault="00174493" w:rsidP="00B66D6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2B01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E4B8F" w:rsidRPr="007C4074" w:rsidTr="0073072A">
        <w:trPr>
          <w:trHeight w:val="20"/>
        </w:trPr>
        <w:tc>
          <w:tcPr>
            <w:tcW w:w="4395" w:type="dxa"/>
          </w:tcPr>
          <w:p w:rsidR="00DE4B8F" w:rsidRPr="007C4074" w:rsidRDefault="00DE4B8F" w:rsidP="00DE4B8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E4B8F" w:rsidRPr="007C4074" w:rsidTr="0073072A">
        <w:trPr>
          <w:trHeight w:val="20"/>
        </w:trPr>
        <w:tc>
          <w:tcPr>
            <w:tcW w:w="4395" w:type="dxa"/>
          </w:tcPr>
          <w:p w:rsidR="00DE4B8F" w:rsidRPr="007C4074" w:rsidRDefault="00DE4B8F" w:rsidP="00DE4B8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Прочие доходы от компенсации з</w:t>
            </w: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трат бюджетов городских округов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E4B8F" w:rsidRPr="007C4074" w:rsidTr="0073072A">
        <w:trPr>
          <w:trHeight w:val="20"/>
        </w:trPr>
        <w:tc>
          <w:tcPr>
            <w:tcW w:w="4395" w:type="dxa"/>
          </w:tcPr>
          <w:p w:rsidR="00DE4B8F" w:rsidRPr="007C4074" w:rsidRDefault="00DE4B8F" w:rsidP="0073270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Прочие доходы от компенсации з</w:t>
            </w: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трат бюджетов муниципальных районов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E4B8F" w:rsidRPr="007C4074" w:rsidTr="0073072A">
        <w:trPr>
          <w:trHeight w:val="20"/>
        </w:trPr>
        <w:tc>
          <w:tcPr>
            <w:tcW w:w="9639" w:type="dxa"/>
            <w:gridSpan w:val="5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DE4B8F" w:rsidRPr="007C4074" w:rsidTr="003404A2">
        <w:trPr>
          <w:trHeight w:val="20"/>
        </w:trPr>
        <w:tc>
          <w:tcPr>
            <w:tcW w:w="4395" w:type="dxa"/>
            <w:vAlign w:val="bottom"/>
          </w:tcPr>
          <w:p w:rsidR="00DE4B8F" w:rsidRPr="007C4074" w:rsidRDefault="00DE4B8F" w:rsidP="003F53E9">
            <w:pPr>
              <w:jc w:val="both"/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зациями) городских округов за в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ы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3F53E9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DE4B8F" w:rsidRPr="007C4074" w:rsidTr="003404A2">
        <w:trPr>
          <w:trHeight w:val="20"/>
        </w:trPr>
        <w:tc>
          <w:tcPr>
            <w:tcW w:w="4395" w:type="dxa"/>
            <w:vAlign w:val="bottom"/>
          </w:tcPr>
          <w:p w:rsidR="00DE4B8F" w:rsidRPr="007C4074" w:rsidRDefault="00DE4B8F" w:rsidP="00F836B9">
            <w:pPr>
              <w:jc w:val="both"/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зациями) муниципальных районов за выполнение определённых фун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DE4B8F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DE4B8F" w:rsidRPr="007C4074" w:rsidTr="003404A2">
        <w:trPr>
          <w:trHeight w:val="20"/>
        </w:trPr>
        <w:tc>
          <w:tcPr>
            <w:tcW w:w="9639" w:type="dxa"/>
            <w:gridSpan w:val="5"/>
            <w:vAlign w:val="bottom"/>
          </w:tcPr>
          <w:p w:rsidR="00DE4B8F" w:rsidRPr="007C4074" w:rsidRDefault="00DE4B8F" w:rsidP="0074523F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штрафов, санкций и возмещения ущерба</w:t>
            </w:r>
          </w:p>
        </w:tc>
      </w:tr>
      <w:tr w:rsidR="00606397" w:rsidRPr="007C4074" w:rsidTr="003404A2">
        <w:trPr>
          <w:trHeight w:val="1643"/>
        </w:trPr>
        <w:tc>
          <w:tcPr>
            <w:tcW w:w="4395" w:type="dxa"/>
            <w:vAlign w:val="bottom"/>
          </w:tcPr>
          <w:p w:rsidR="00606397" w:rsidRPr="007C4074" w:rsidRDefault="00DC1626" w:rsidP="00134A09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озмещени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ущерба при возни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новении страховых случаев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,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когда выгодоприобретателями выступ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ют получатели средств бюджет</w:t>
            </w:r>
            <w:r w:rsidR="00134A0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</w:t>
            </w:r>
            <w:r w:rsidR="00433BF7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</w:t>
            </w:r>
            <w:r w:rsidR="00134A0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ого</w:t>
            </w:r>
            <w:r w:rsidR="00433BF7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округ</w:t>
            </w:r>
            <w:r w:rsidR="00134A0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417" w:type="dxa"/>
            <w:vAlign w:val="bottom"/>
          </w:tcPr>
          <w:p w:rsidR="00606397" w:rsidRPr="007C4074" w:rsidRDefault="0060639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606397" w:rsidRPr="007C4074" w:rsidRDefault="0060639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606397" w:rsidRPr="007C4074" w:rsidRDefault="0060639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606397" w:rsidRPr="007C4074" w:rsidRDefault="0060639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606397" w:rsidRPr="007C4074" w:rsidRDefault="0060639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606397" w:rsidRPr="007C4074" w:rsidRDefault="00F94C78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606397" w:rsidRPr="007C4074" w:rsidRDefault="0060639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606397" w:rsidRPr="007C4074" w:rsidRDefault="0060639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433BF7" w:rsidRPr="007C4074" w:rsidTr="003404A2">
        <w:trPr>
          <w:trHeight w:val="20"/>
        </w:trPr>
        <w:tc>
          <w:tcPr>
            <w:tcW w:w="4395" w:type="dxa"/>
            <w:vAlign w:val="bottom"/>
          </w:tcPr>
          <w:p w:rsidR="00433BF7" w:rsidRPr="007C4074" w:rsidRDefault="00121CA9" w:rsidP="00CF3879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Прочее возмещение</w:t>
            </w:r>
            <w:r w:rsidR="00433BF7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ущерба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, пр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чин</w:t>
            </w:r>
            <w:r w:rsidR="00CF387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ё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нного муниципальному им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ществу городского округа (за 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ключением имущества, закреплё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ного за муниципальными бюдже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т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ными (автономными) учреждени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я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ми, унитарными предприятиями</w:t>
            </w:r>
            <w:r w:rsidR="00CF387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433BF7" w:rsidRPr="007C4074" w:rsidRDefault="00433BF7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  <w:vAlign w:val="bottom"/>
          </w:tcPr>
          <w:p w:rsidR="002B2B45" w:rsidRPr="007C4074" w:rsidRDefault="00CF3879" w:rsidP="00CF3879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Возмещение ущерба при возни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lastRenderedPageBreak/>
              <w:t>ют получатели средств</w:t>
            </w:r>
            <w:r w:rsidR="002B2B45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бюджет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="002B2B45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муниципальн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ого</w:t>
            </w:r>
            <w:r w:rsidR="002B2B45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район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417" w:type="dxa"/>
            <w:vAlign w:val="bottom"/>
          </w:tcPr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CF3879" w:rsidRPr="007C4074" w:rsidRDefault="00CF3879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  <w:vAlign w:val="bottom"/>
          </w:tcPr>
          <w:p w:rsidR="002B2B45" w:rsidRPr="007C4074" w:rsidRDefault="00FA13FD" w:rsidP="00FA13FD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lastRenderedPageBreak/>
              <w:t>Прочее возмещение ущерба, пр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чинённого муниципальному им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ществу муниципального района (за исключением имущества, закре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лённого за муниципальными бю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жетными (автономными) учрежд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ниями, унитарными предприяти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я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ми)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D13668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9639" w:type="dxa"/>
            <w:gridSpan w:val="5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прочих неналоговых доходов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3F53E9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6F3C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3F53E9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DE4B8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муниц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3F53E9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Возмещение потерь сельскохозя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й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ственного производства, связа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н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ных с изъятием сельскохозя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й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3F53E9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субъектов Российской Ф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3F53E9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8E1F3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2B66D5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proofErr w:type="gramStart"/>
            <w:r w:rsidRPr="007C4074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жетов субъектов Российской Ф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дерации  от поступления денежных средств, внесённых участником конкурса (аукциона), проводимого в целях заключения государстве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</w:t>
            </w:r>
            <w:r w:rsidRPr="007C4074">
              <w:rPr>
                <w:rFonts w:ascii="PT Astra Serif" w:hAnsi="PT Astra Serif"/>
                <w:sz w:val="28"/>
                <w:szCs w:val="28"/>
              </w:rPr>
              <w:t xml:space="preserve">ного контракта, финансируемого за счёт средств дорожных фондов субъектов Российской Федерации,  в качестве обеспечения заявки на </w:t>
            </w: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участие в таком конкурсе (аукц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оне) в случае уклонения участника конкурса (аукциона) от заключ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ния данного контракта и в иных случаях, установленных законод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тельством Российской Федерации</w:t>
            </w:r>
            <w:proofErr w:type="gramEnd"/>
          </w:p>
        </w:tc>
        <w:tc>
          <w:tcPr>
            <w:tcW w:w="1417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96800" w:rsidRDefault="00F9680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1411"/>
        </w:trPr>
        <w:tc>
          <w:tcPr>
            <w:tcW w:w="4395" w:type="dxa"/>
          </w:tcPr>
          <w:p w:rsidR="002B2B45" w:rsidRPr="007C4074" w:rsidRDefault="002B2B45" w:rsidP="003F53E9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Возврат декларационного платежа, уплаченного в период с 1 марта 2007 года и до 1 января 2008 года при упрощённом декларировании доходов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</w:tcPr>
          <w:p w:rsidR="002B2B45" w:rsidRPr="007C4074" w:rsidRDefault="002B2B45" w:rsidP="00DE4B8F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DE4B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2B2B45" w:rsidRPr="007C4074" w:rsidTr="00A920C9">
        <w:trPr>
          <w:trHeight w:val="20"/>
        </w:trPr>
        <w:tc>
          <w:tcPr>
            <w:tcW w:w="4395" w:type="dxa"/>
          </w:tcPr>
          <w:p w:rsidR="002B2B45" w:rsidRPr="007C4074" w:rsidRDefault="002B2B45" w:rsidP="008E1F36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муниц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</w:tbl>
    <w:p w:rsidR="00CE5865" w:rsidRPr="007C4074" w:rsidRDefault="00CE5865" w:rsidP="003F53E9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750A30" w:rsidRPr="007C4074" w:rsidRDefault="00750A30" w:rsidP="003F53E9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7C4074">
        <w:rPr>
          <w:rFonts w:ascii="PT Astra Serif" w:hAnsi="PT Astra Serif"/>
          <w:b/>
          <w:sz w:val="28"/>
          <w:szCs w:val="28"/>
        </w:rPr>
        <w:t xml:space="preserve">Примечание. </w:t>
      </w:r>
      <w:proofErr w:type="gramStart"/>
      <w:r w:rsidRPr="007C4074">
        <w:rPr>
          <w:rFonts w:ascii="PT Astra Serif" w:hAnsi="PT Astra Serif"/>
          <w:sz w:val="28"/>
          <w:szCs w:val="28"/>
        </w:rPr>
        <w:t>Погашение задолженности по пеням и штрафам за несво</w:t>
      </w:r>
      <w:r w:rsidRPr="007C4074">
        <w:rPr>
          <w:rFonts w:ascii="PT Astra Serif" w:hAnsi="PT Astra Serif"/>
          <w:sz w:val="28"/>
          <w:szCs w:val="28"/>
        </w:rPr>
        <w:t>е</w:t>
      </w:r>
      <w:r w:rsidRPr="007C4074">
        <w:rPr>
          <w:rFonts w:ascii="PT Astra Serif" w:hAnsi="PT Astra Serif"/>
          <w:sz w:val="28"/>
          <w:szCs w:val="28"/>
        </w:rPr>
        <w:t>временную уплату налогов и сборов в части отменённых налогов и сборов ос</w:t>
      </w:r>
      <w:r w:rsidRPr="007C4074">
        <w:rPr>
          <w:rFonts w:ascii="PT Astra Serif" w:hAnsi="PT Astra Serif"/>
          <w:sz w:val="28"/>
          <w:szCs w:val="28"/>
        </w:rPr>
        <w:t>у</w:t>
      </w:r>
      <w:r w:rsidRPr="007C4074">
        <w:rPr>
          <w:rFonts w:ascii="PT Astra Serif" w:hAnsi="PT Astra Serif"/>
          <w:sz w:val="28"/>
          <w:szCs w:val="28"/>
        </w:rPr>
        <w:t>ществляется по нормативам зачисления соответствующих налогов и сборов в областной и местные бюджеты.</w:t>
      </w:r>
      <w:proofErr w:type="gramEnd"/>
    </w:p>
    <w:p w:rsidR="002D1AE7" w:rsidRPr="00750A30" w:rsidRDefault="002D1AE7" w:rsidP="002D1AE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2D1AE7" w:rsidRPr="00750A30" w:rsidSect="004954F8">
      <w:headerReference w:type="even" r:id="rId9"/>
      <w:headerReference w:type="default" r:id="rId10"/>
      <w:footerReference w:type="first" r:id="rId11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19" w:rsidRDefault="00D33E19">
      <w:r>
        <w:separator/>
      </w:r>
    </w:p>
  </w:endnote>
  <w:endnote w:type="continuationSeparator" w:id="0">
    <w:p w:rsidR="00D33E19" w:rsidRDefault="00D33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A75" w:rsidRPr="0069474E" w:rsidRDefault="0069474E" w:rsidP="0069474E">
    <w:pPr>
      <w:pStyle w:val="a6"/>
      <w:jc w:val="right"/>
      <w:rPr>
        <w:rFonts w:ascii="PT Astra Serif" w:hAnsi="PT Astra Serif"/>
        <w:sz w:val="16"/>
      </w:rPr>
    </w:pPr>
    <w:r w:rsidRPr="0069474E">
      <w:rPr>
        <w:rFonts w:ascii="PT Astra Serif" w:hAnsi="PT Astra Serif"/>
        <w:sz w:val="16"/>
      </w:rPr>
      <w:t>2309ан1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19" w:rsidRDefault="00D33E19">
      <w:r>
        <w:separator/>
      </w:r>
    </w:p>
  </w:footnote>
  <w:footnote w:type="continuationSeparator" w:id="0">
    <w:p w:rsidR="00D33E19" w:rsidRDefault="00D33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B8F" w:rsidRDefault="001872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4B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4B8F" w:rsidRDefault="00DE4B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B8F" w:rsidRPr="00922298" w:rsidRDefault="00187216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="00DE4B8F"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69474E">
      <w:rPr>
        <w:rStyle w:val="a5"/>
        <w:noProof/>
        <w:sz w:val="28"/>
        <w:szCs w:val="28"/>
      </w:rPr>
      <w:t>2</w:t>
    </w:r>
    <w:r w:rsidRPr="00922298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14C"/>
    <w:rsid w:val="000001C0"/>
    <w:rsid w:val="000004B0"/>
    <w:rsid w:val="000004B8"/>
    <w:rsid w:val="000009BF"/>
    <w:rsid w:val="00000BA4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711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163"/>
    <w:rsid w:val="00017788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13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69E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44E1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61A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7D6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1CA9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ECC"/>
    <w:rsid w:val="0013051B"/>
    <w:rsid w:val="001310AE"/>
    <w:rsid w:val="0013142A"/>
    <w:rsid w:val="00131743"/>
    <w:rsid w:val="001319A5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A09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926"/>
    <w:rsid w:val="00171D8F"/>
    <w:rsid w:val="00172853"/>
    <w:rsid w:val="001731AC"/>
    <w:rsid w:val="00173F7E"/>
    <w:rsid w:val="0017401C"/>
    <w:rsid w:val="00174162"/>
    <w:rsid w:val="00174493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216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DA7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AEA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339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5B3E"/>
    <w:rsid w:val="002A6725"/>
    <w:rsid w:val="002A6BA5"/>
    <w:rsid w:val="002A6CAD"/>
    <w:rsid w:val="002A6F74"/>
    <w:rsid w:val="002A71EF"/>
    <w:rsid w:val="002A7AEA"/>
    <w:rsid w:val="002A7B2A"/>
    <w:rsid w:val="002B003F"/>
    <w:rsid w:val="002B01B6"/>
    <w:rsid w:val="002B04A3"/>
    <w:rsid w:val="002B07FC"/>
    <w:rsid w:val="002B0CAF"/>
    <w:rsid w:val="002B12C9"/>
    <w:rsid w:val="002B137B"/>
    <w:rsid w:val="002B1EEE"/>
    <w:rsid w:val="002B2471"/>
    <w:rsid w:val="002B24A5"/>
    <w:rsid w:val="002B2B4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6D5"/>
    <w:rsid w:val="002B6CAA"/>
    <w:rsid w:val="002B6F3F"/>
    <w:rsid w:val="002B6FF9"/>
    <w:rsid w:val="002B714F"/>
    <w:rsid w:val="002B73DE"/>
    <w:rsid w:val="002B7690"/>
    <w:rsid w:val="002B7834"/>
    <w:rsid w:val="002B7BE0"/>
    <w:rsid w:val="002B7D1E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5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38EB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A75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4A2"/>
    <w:rsid w:val="00340741"/>
    <w:rsid w:val="00340826"/>
    <w:rsid w:val="00340916"/>
    <w:rsid w:val="00340B48"/>
    <w:rsid w:val="00341520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90"/>
    <w:rsid w:val="003928EA"/>
    <w:rsid w:val="00392BBB"/>
    <w:rsid w:val="00392E2F"/>
    <w:rsid w:val="003939BD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557"/>
    <w:rsid w:val="003C090A"/>
    <w:rsid w:val="003C0D9C"/>
    <w:rsid w:val="003C1978"/>
    <w:rsid w:val="003C1D01"/>
    <w:rsid w:val="003C1E36"/>
    <w:rsid w:val="003C1F4E"/>
    <w:rsid w:val="003C2361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C7764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43A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2CD2"/>
    <w:rsid w:val="004040CE"/>
    <w:rsid w:val="00404228"/>
    <w:rsid w:val="00404304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BF7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4F7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0A5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4F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261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AA7"/>
    <w:rsid w:val="004F2FFB"/>
    <w:rsid w:val="004F36ED"/>
    <w:rsid w:val="004F3DB7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8FE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D9B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560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CCD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39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2B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5A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07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04D"/>
    <w:rsid w:val="00694242"/>
    <w:rsid w:val="0069439A"/>
    <w:rsid w:val="0069444D"/>
    <w:rsid w:val="00694481"/>
    <w:rsid w:val="00694612"/>
    <w:rsid w:val="0069474E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231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09C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8D5"/>
    <w:rsid w:val="006F199F"/>
    <w:rsid w:val="006F21DE"/>
    <w:rsid w:val="006F33D4"/>
    <w:rsid w:val="006F3574"/>
    <w:rsid w:val="006F35E0"/>
    <w:rsid w:val="006F3A07"/>
    <w:rsid w:val="006F3BDB"/>
    <w:rsid w:val="006F3CDB"/>
    <w:rsid w:val="006F4555"/>
    <w:rsid w:val="006F45B2"/>
    <w:rsid w:val="006F46E7"/>
    <w:rsid w:val="006F4770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19CD"/>
    <w:rsid w:val="0072266F"/>
    <w:rsid w:val="007226A2"/>
    <w:rsid w:val="00722F07"/>
    <w:rsid w:val="00723786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72A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701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3F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93D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427"/>
    <w:rsid w:val="00781E07"/>
    <w:rsid w:val="0078202A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1F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326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4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5B7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0B4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7FA"/>
    <w:rsid w:val="0082383A"/>
    <w:rsid w:val="008246AE"/>
    <w:rsid w:val="008249A6"/>
    <w:rsid w:val="00824DF9"/>
    <w:rsid w:val="0082530A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6C04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437B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4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DA6"/>
    <w:rsid w:val="00865E51"/>
    <w:rsid w:val="008663E4"/>
    <w:rsid w:val="008665B8"/>
    <w:rsid w:val="00866A9F"/>
    <w:rsid w:val="00866E80"/>
    <w:rsid w:val="00867742"/>
    <w:rsid w:val="0086777B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36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1F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1F36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E4B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E3"/>
    <w:rsid w:val="00930BB2"/>
    <w:rsid w:val="00930CCA"/>
    <w:rsid w:val="00930E5F"/>
    <w:rsid w:val="00931173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158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5B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E93"/>
    <w:rsid w:val="00953410"/>
    <w:rsid w:val="00953499"/>
    <w:rsid w:val="00953983"/>
    <w:rsid w:val="00953A30"/>
    <w:rsid w:val="00953BA2"/>
    <w:rsid w:val="00954063"/>
    <w:rsid w:val="009542E5"/>
    <w:rsid w:val="009542F1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2A3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9EC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1DD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5E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5C7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A40"/>
    <w:rsid w:val="00A12D1C"/>
    <w:rsid w:val="00A13399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19E"/>
    <w:rsid w:val="00A3438B"/>
    <w:rsid w:val="00A345C2"/>
    <w:rsid w:val="00A34CD1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538"/>
    <w:rsid w:val="00A40ED7"/>
    <w:rsid w:val="00A411A6"/>
    <w:rsid w:val="00A412AB"/>
    <w:rsid w:val="00A412F7"/>
    <w:rsid w:val="00A41771"/>
    <w:rsid w:val="00A41D7B"/>
    <w:rsid w:val="00A423C1"/>
    <w:rsid w:val="00A42E6F"/>
    <w:rsid w:val="00A430D6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66F"/>
    <w:rsid w:val="00A468F1"/>
    <w:rsid w:val="00A47356"/>
    <w:rsid w:val="00A47379"/>
    <w:rsid w:val="00A47596"/>
    <w:rsid w:val="00A47902"/>
    <w:rsid w:val="00A47BD5"/>
    <w:rsid w:val="00A507B1"/>
    <w:rsid w:val="00A508D4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0C9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0D8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5F8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91F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28D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D60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476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97E46"/>
    <w:rsid w:val="00BA076E"/>
    <w:rsid w:val="00BA08B9"/>
    <w:rsid w:val="00BA0A23"/>
    <w:rsid w:val="00BA1605"/>
    <w:rsid w:val="00BA1CC2"/>
    <w:rsid w:val="00BA204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73A"/>
    <w:rsid w:val="00BA792F"/>
    <w:rsid w:val="00BA7A8A"/>
    <w:rsid w:val="00BA7B39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64A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0FB"/>
    <w:rsid w:val="00BD6333"/>
    <w:rsid w:val="00BD63B8"/>
    <w:rsid w:val="00BD64AC"/>
    <w:rsid w:val="00BD70B2"/>
    <w:rsid w:val="00BD7362"/>
    <w:rsid w:val="00BD7443"/>
    <w:rsid w:val="00BD7501"/>
    <w:rsid w:val="00BD7893"/>
    <w:rsid w:val="00BE00AF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5D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BD7"/>
    <w:rsid w:val="00CB29C9"/>
    <w:rsid w:val="00CB2B5C"/>
    <w:rsid w:val="00CB3033"/>
    <w:rsid w:val="00CB379D"/>
    <w:rsid w:val="00CB3FC4"/>
    <w:rsid w:val="00CB43C0"/>
    <w:rsid w:val="00CB444A"/>
    <w:rsid w:val="00CB450F"/>
    <w:rsid w:val="00CB4726"/>
    <w:rsid w:val="00CB4BEE"/>
    <w:rsid w:val="00CB5689"/>
    <w:rsid w:val="00CB5A7C"/>
    <w:rsid w:val="00CB5EE4"/>
    <w:rsid w:val="00CB6454"/>
    <w:rsid w:val="00CB64BE"/>
    <w:rsid w:val="00CB65D5"/>
    <w:rsid w:val="00CB6F04"/>
    <w:rsid w:val="00CB7979"/>
    <w:rsid w:val="00CB7B0D"/>
    <w:rsid w:val="00CB7EAC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3D0"/>
    <w:rsid w:val="00CE49E1"/>
    <w:rsid w:val="00CE4F60"/>
    <w:rsid w:val="00CE561C"/>
    <w:rsid w:val="00CE5865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E7FE5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879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7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3E19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4DFA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626"/>
    <w:rsid w:val="00DC1D63"/>
    <w:rsid w:val="00DC22A6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1B"/>
    <w:rsid w:val="00DD36CB"/>
    <w:rsid w:val="00DD37C1"/>
    <w:rsid w:val="00DD3C95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3DEF"/>
    <w:rsid w:val="00DE423E"/>
    <w:rsid w:val="00DE47A1"/>
    <w:rsid w:val="00DE4A9E"/>
    <w:rsid w:val="00DE4B8F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84E"/>
    <w:rsid w:val="00DF3CF0"/>
    <w:rsid w:val="00DF41C1"/>
    <w:rsid w:val="00DF4793"/>
    <w:rsid w:val="00DF4A83"/>
    <w:rsid w:val="00DF5A0E"/>
    <w:rsid w:val="00DF5D47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479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3EB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9F3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6D7"/>
    <w:rsid w:val="00E4786F"/>
    <w:rsid w:val="00E47F7E"/>
    <w:rsid w:val="00E5010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5A8C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A8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4C1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49C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2D83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5E5E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299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4845"/>
    <w:rsid w:val="00F6501E"/>
    <w:rsid w:val="00F65092"/>
    <w:rsid w:val="00F65AB9"/>
    <w:rsid w:val="00F66597"/>
    <w:rsid w:val="00F66B2C"/>
    <w:rsid w:val="00F66E38"/>
    <w:rsid w:val="00F671C9"/>
    <w:rsid w:val="00F67366"/>
    <w:rsid w:val="00F67408"/>
    <w:rsid w:val="00F67589"/>
    <w:rsid w:val="00F67830"/>
    <w:rsid w:val="00F678AB"/>
    <w:rsid w:val="00F67A8C"/>
    <w:rsid w:val="00F67C79"/>
    <w:rsid w:val="00F70037"/>
    <w:rsid w:val="00F7055A"/>
    <w:rsid w:val="00F7079B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6B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62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C78"/>
    <w:rsid w:val="00F94F9D"/>
    <w:rsid w:val="00F95790"/>
    <w:rsid w:val="00F961FA"/>
    <w:rsid w:val="00F96536"/>
    <w:rsid w:val="00F96800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3FD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4FA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100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BA9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4751A-78B9-49C2-A0D9-0A09B88E4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1018</TotalTime>
  <Pages>8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10895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Ненашева Александра Андреевна</cp:lastModifiedBy>
  <cp:revision>121</cp:revision>
  <cp:lastPrinted>2019-09-23T08:10:00Z</cp:lastPrinted>
  <dcterms:created xsi:type="dcterms:W3CDTF">2014-08-29T11:51:00Z</dcterms:created>
  <dcterms:modified xsi:type="dcterms:W3CDTF">2019-09-23T12:56:00Z</dcterms:modified>
</cp:coreProperties>
</file>